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Pr="00E42687" w:rsidRDefault="00DF567A" w:rsidP="00E42687">
      <w:pPr>
        <w:pStyle w:val="a3"/>
        <w:jc w:val="left"/>
      </w:pPr>
    </w:p>
    <w:p w:rsidR="00DF567A" w:rsidRPr="0056537A" w:rsidRDefault="00DF567A">
      <w:pPr>
        <w:pStyle w:val="a3"/>
        <w:rPr>
          <w:sz w:val="28"/>
          <w:szCs w:val="28"/>
        </w:rPr>
      </w:pPr>
      <w:r w:rsidRPr="0056537A">
        <w:rPr>
          <w:sz w:val="28"/>
          <w:szCs w:val="28"/>
        </w:rPr>
        <w:t>Брянская область</w:t>
      </w:r>
    </w:p>
    <w:p w:rsidR="00DF567A" w:rsidRPr="0056537A" w:rsidRDefault="00DF567A">
      <w:pPr>
        <w:pStyle w:val="4"/>
        <w:rPr>
          <w:b w:val="0"/>
          <w:i/>
          <w:sz w:val="28"/>
          <w:szCs w:val="28"/>
        </w:rPr>
      </w:pPr>
      <w:r w:rsidRPr="0056537A">
        <w:rPr>
          <w:sz w:val="28"/>
          <w:szCs w:val="28"/>
        </w:rPr>
        <w:t>АДМИНИСТРАЦИЯ КАРАЧЕВСКОГО РАЙОНА</w:t>
      </w:r>
    </w:p>
    <w:p w:rsidR="00DF567A" w:rsidRPr="0056537A" w:rsidRDefault="00DF567A">
      <w:pPr>
        <w:pStyle w:val="1"/>
        <w:rPr>
          <w:rFonts w:ascii="Times New Roman" w:hAnsi="Times New Roman"/>
          <w:sz w:val="36"/>
          <w:szCs w:val="36"/>
        </w:rPr>
      </w:pPr>
      <w:r w:rsidRPr="0056537A">
        <w:rPr>
          <w:rFonts w:ascii="Times New Roman" w:hAnsi="Times New Roman"/>
          <w:sz w:val="36"/>
          <w:szCs w:val="36"/>
        </w:rPr>
        <w:t>ПОСТАНОВЛЕНИЕ</w:t>
      </w:r>
    </w:p>
    <w:p w:rsidR="00DF567A" w:rsidRPr="00E42687" w:rsidRDefault="00DF567A">
      <w:pPr>
        <w:ind w:firstLine="284"/>
        <w:rPr>
          <w:spacing w:val="8"/>
          <w:sz w:val="16"/>
        </w:rPr>
      </w:pPr>
    </w:p>
    <w:p w:rsidR="001F6092" w:rsidRDefault="008E70CC" w:rsidP="001B38C6">
      <w:pPr>
        <w:rPr>
          <w:spacing w:val="8"/>
          <w:sz w:val="24"/>
        </w:rPr>
      </w:pPr>
      <w:r>
        <w:rPr>
          <w:spacing w:val="8"/>
          <w:sz w:val="24"/>
        </w:rPr>
        <w:t>От</w:t>
      </w:r>
      <w:r w:rsidR="00CE0349">
        <w:rPr>
          <w:spacing w:val="8"/>
          <w:sz w:val="24"/>
        </w:rPr>
        <w:t xml:space="preserve">  </w:t>
      </w:r>
      <w:bookmarkStart w:id="0" w:name="_GoBack"/>
      <w:bookmarkEnd w:id="0"/>
      <w:r w:rsidR="005908A6">
        <w:rPr>
          <w:spacing w:val="8"/>
          <w:sz w:val="24"/>
          <w:u w:val="single"/>
        </w:rPr>
        <w:t xml:space="preserve">22.03.2023         </w:t>
      </w:r>
      <w:r w:rsidR="001F6092">
        <w:rPr>
          <w:spacing w:val="8"/>
          <w:sz w:val="24"/>
          <w:u w:val="single"/>
        </w:rPr>
        <w:t xml:space="preserve"> </w:t>
      </w:r>
      <w:r w:rsidR="00DF567A" w:rsidRPr="00E42687">
        <w:rPr>
          <w:spacing w:val="8"/>
          <w:sz w:val="24"/>
        </w:rPr>
        <w:t>№</w:t>
      </w:r>
      <w:r w:rsidR="005908A6" w:rsidRPr="005908A6">
        <w:rPr>
          <w:spacing w:val="8"/>
          <w:sz w:val="24"/>
          <w:u w:val="single"/>
        </w:rPr>
        <w:t>395</w:t>
      </w:r>
      <w:r w:rsidR="00F45010" w:rsidRPr="005908A6">
        <w:rPr>
          <w:spacing w:val="8"/>
          <w:sz w:val="24"/>
          <w:u w:val="single"/>
        </w:rPr>
        <w:tab/>
      </w:r>
      <w:r w:rsidR="00F45010" w:rsidRPr="00E42687">
        <w:rPr>
          <w:spacing w:val="8"/>
          <w:sz w:val="24"/>
        </w:rPr>
        <w:tab/>
      </w:r>
      <w:r w:rsidR="00F45010" w:rsidRPr="00E42687">
        <w:rPr>
          <w:spacing w:val="8"/>
          <w:sz w:val="24"/>
        </w:rPr>
        <w:tab/>
        <w:t xml:space="preserve">         </w:t>
      </w:r>
      <w:r w:rsidR="001F6092">
        <w:rPr>
          <w:spacing w:val="8"/>
          <w:sz w:val="24"/>
        </w:rPr>
        <w:t xml:space="preserve">            </w:t>
      </w:r>
      <w:r w:rsidR="00F45010" w:rsidRPr="00E42687">
        <w:rPr>
          <w:spacing w:val="8"/>
          <w:sz w:val="24"/>
        </w:rPr>
        <w:t xml:space="preserve"> </w:t>
      </w:r>
      <w:r w:rsidR="00DF567A" w:rsidRPr="00E42687">
        <w:rPr>
          <w:spacing w:val="8"/>
          <w:sz w:val="24"/>
        </w:rPr>
        <w:t>г.</w:t>
      </w:r>
      <w:r w:rsidR="00F45010" w:rsidRPr="00E42687">
        <w:rPr>
          <w:spacing w:val="8"/>
          <w:sz w:val="24"/>
        </w:rPr>
        <w:t xml:space="preserve"> </w:t>
      </w:r>
      <w:r w:rsidR="00DF567A" w:rsidRPr="00E42687">
        <w:rPr>
          <w:spacing w:val="8"/>
          <w:sz w:val="24"/>
        </w:rPr>
        <w:t>Карачев, Брянская обл.</w:t>
      </w:r>
    </w:p>
    <w:p w:rsidR="00591AD4" w:rsidRPr="00591AD4" w:rsidRDefault="00591AD4" w:rsidP="001B38C6">
      <w:pPr>
        <w:rPr>
          <w:spacing w:val="8"/>
          <w:sz w:val="24"/>
        </w:rPr>
      </w:pPr>
    </w:p>
    <w:p w:rsidR="001031AB" w:rsidRPr="0056537A" w:rsidRDefault="00F7091B" w:rsidP="00EF6AC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 xml:space="preserve">О внесении изменений в </w:t>
      </w:r>
      <w:r w:rsidR="007D0916" w:rsidRPr="0056537A">
        <w:rPr>
          <w:b/>
          <w:bCs/>
          <w:spacing w:val="8"/>
          <w:sz w:val="22"/>
          <w:szCs w:val="22"/>
        </w:rPr>
        <w:t>а</w:t>
      </w:r>
      <w:r w:rsidR="001031AB" w:rsidRPr="0056537A">
        <w:rPr>
          <w:b/>
          <w:bCs/>
          <w:spacing w:val="8"/>
          <w:sz w:val="22"/>
          <w:szCs w:val="22"/>
        </w:rPr>
        <w:t xml:space="preserve">дминистративный </w:t>
      </w:r>
    </w:p>
    <w:p w:rsidR="001031AB" w:rsidRPr="0056537A" w:rsidRDefault="001031AB" w:rsidP="00EF6AC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 xml:space="preserve">регламент предоставления муниципальной </w:t>
      </w:r>
    </w:p>
    <w:p w:rsidR="001031AB" w:rsidRPr="0056537A" w:rsidRDefault="001031AB" w:rsidP="00EF6AC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 xml:space="preserve">услуги «Оказание поддержки в решении жилищной </w:t>
      </w:r>
    </w:p>
    <w:p w:rsidR="001031AB" w:rsidRPr="0056537A" w:rsidRDefault="001031AB" w:rsidP="00EF6AC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 xml:space="preserve">проблемы молодым семьям, признанным в установленном </w:t>
      </w:r>
    </w:p>
    <w:p w:rsidR="007D0916" w:rsidRPr="0056537A" w:rsidRDefault="001031AB" w:rsidP="001031A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 xml:space="preserve">порядке нуждающимися в улучшении жилищных условий на </w:t>
      </w:r>
    </w:p>
    <w:p w:rsidR="0056537A" w:rsidRPr="0056537A" w:rsidRDefault="001031A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 xml:space="preserve">территории Карачевского района» утвержденный </w:t>
      </w:r>
      <w:r w:rsidR="00F7091B" w:rsidRPr="0056537A">
        <w:rPr>
          <w:b/>
          <w:bCs/>
          <w:spacing w:val="8"/>
          <w:sz w:val="22"/>
          <w:szCs w:val="22"/>
        </w:rPr>
        <w:t>постановление</w:t>
      </w:r>
      <w:r w:rsidRPr="0056537A">
        <w:rPr>
          <w:b/>
          <w:bCs/>
          <w:spacing w:val="8"/>
          <w:sz w:val="22"/>
          <w:szCs w:val="22"/>
        </w:rPr>
        <w:t>м</w:t>
      </w:r>
    </w:p>
    <w:p w:rsidR="00592F55" w:rsidRPr="0056537A" w:rsidRDefault="00F7091B">
      <w:pPr>
        <w:rPr>
          <w:b/>
          <w:bCs/>
          <w:spacing w:val="8"/>
          <w:sz w:val="22"/>
          <w:szCs w:val="22"/>
        </w:rPr>
      </w:pPr>
      <w:r w:rsidRPr="0056537A">
        <w:rPr>
          <w:b/>
          <w:bCs/>
          <w:spacing w:val="8"/>
          <w:sz w:val="22"/>
          <w:szCs w:val="22"/>
        </w:rPr>
        <w:t>администрации Карачевского района</w:t>
      </w:r>
      <w:r w:rsidR="00EF6ACB" w:rsidRPr="0056537A">
        <w:rPr>
          <w:sz w:val="22"/>
          <w:szCs w:val="22"/>
        </w:rPr>
        <w:t xml:space="preserve"> </w:t>
      </w:r>
      <w:r w:rsidR="00EF6ACB" w:rsidRPr="0056537A">
        <w:rPr>
          <w:b/>
          <w:bCs/>
          <w:spacing w:val="8"/>
          <w:sz w:val="22"/>
          <w:szCs w:val="22"/>
        </w:rPr>
        <w:t xml:space="preserve">от 07.02.2022 </w:t>
      </w:r>
      <w:r w:rsidR="001031AB" w:rsidRPr="0056537A">
        <w:rPr>
          <w:b/>
          <w:bCs/>
          <w:spacing w:val="8"/>
          <w:sz w:val="22"/>
          <w:szCs w:val="22"/>
        </w:rPr>
        <w:t>№</w:t>
      </w:r>
      <w:r w:rsidR="00EF6ACB" w:rsidRPr="0056537A">
        <w:rPr>
          <w:b/>
          <w:bCs/>
          <w:spacing w:val="8"/>
          <w:sz w:val="22"/>
          <w:szCs w:val="22"/>
        </w:rPr>
        <w:t xml:space="preserve">135 </w:t>
      </w:r>
    </w:p>
    <w:p w:rsidR="00591AD4" w:rsidRPr="00591AD4" w:rsidRDefault="00591AD4">
      <w:pPr>
        <w:rPr>
          <w:b/>
          <w:bCs/>
          <w:spacing w:val="8"/>
          <w:sz w:val="24"/>
          <w:szCs w:val="24"/>
        </w:rPr>
      </w:pPr>
    </w:p>
    <w:p w:rsidR="00B9661C" w:rsidRPr="0056537A" w:rsidRDefault="00F7091B" w:rsidP="00591AD4">
      <w:pPr>
        <w:ind w:firstLine="720"/>
        <w:jc w:val="both"/>
        <w:rPr>
          <w:bCs/>
          <w:spacing w:val="8"/>
          <w:sz w:val="28"/>
          <w:szCs w:val="28"/>
        </w:rPr>
      </w:pPr>
      <w:r w:rsidRPr="0056537A">
        <w:rPr>
          <w:sz w:val="28"/>
          <w:szCs w:val="28"/>
        </w:rPr>
        <w:t>В соответствии с</w:t>
      </w:r>
      <w:r w:rsidR="00EF6ACB" w:rsidRPr="0056537A">
        <w:rPr>
          <w:sz w:val="28"/>
          <w:szCs w:val="28"/>
        </w:rPr>
        <w:t xml:space="preserve"> Постановление Правительства Российской Федерации  от 17.12.2010 N1050 (редакция от 16.12.2022)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 (с изменениями и дополнениями, вступившими в силу с 01.01.2023),</w:t>
      </w:r>
      <w:r w:rsidR="0056537A" w:rsidRPr="0056537A">
        <w:rPr>
          <w:sz w:val="28"/>
          <w:szCs w:val="28"/>
        </w:rPr>
        <w:t xml:space="preserve"> Приказом департамента семьи, социальной и демографической политики Брянской области от 14.02.2023 №76,</w:t>
      </w:r>
    </w:p>
    <w:p w:rsidR="00591AD4" w:rsidRPr="0056537A" w:rsidRDefault="00591AD4" w:rsidP="00591AD4">
      <w:pPr>
        <w:ind w:firstLine="720"/>
        <w:jc w:val="both"/>
        <w:rPr>
          <w:bCs/>
          <w:spacing w:val="8"/>
          <w:sz w:val="28"/>
          <w:szCs w:val="28"/>
        </w:rPr>
      </w:pPr>
    </w:p>
    <w:p w:rsidR="00BF3B8C" w:rsidRPr="0056537A" w:rsidRDefault="00F7091B" w:rsidP="00B9661C">
      <w:pPr>
        <w:jc w:val="center"/>
        <w:rPr>
          <w:b/>
          <w:bCs/>
          <w:spacing w:val="8"/>
          <w:sz w:val="28"/>
          <w:szCs w:val="28"/>
        </w:rPr>
      </w:pPr>
      <w:r w:rsidRPr="0056537A">
        <w:rPr>
          <w:b/>
          <w:bCs/>
          <w:spacing w:val="8"/>
          <w:sz w:val="28"/>
          <w:szCs w:val="28"/>
        </w:rPr>
        <w:t>Постановляю:</w:t>
      </w:r>
    </w:p>
    <w:p w:rsidR="00B9661C" w:rsidRPr="0056537A" w:rsidRDefault="00B9661C" w:rsidP="00B9661C">
      <w:pPr>
        <w:jc w:val="center"/>
        <w:rPr>
          <w:bCs/>
          <w:spacing w:val="8"/>
          <w:sz w:val="28"/>
          <w:szCs w:val="28"/>
        </w:rPr>
      </w:pPr>
    </w:p>
    <w:p w:rsidR="00FB16EC" w:rsidRPr="0056537A" w:rsidRDefault="00E42687" w:rsidP="001031AB">
      <w:pPr>
        <w:ind w:firstLine="720"/>
        <w:jc w:val="both"/>
        <w:rPr>
          <w:bCs/>
          <w:spacing w:val="8"/>
          <w:sz w:val="28"/>
          <w:szCs w:val="28"/>
        </w:rPr>
      </w:pPr>
      <w:r w:rsidRPr="0056537A">
        <w:rPr>
          <w:bCs/>
          <w:sz w:val="28"/>
          <w:szCs w:val="28"/>
        </w:rPr>
        <w:t>1.</w:t>
      </w:r>
      <w:r w:rsidR="00217CC0" w:rsidRPr="0056537A">
        <w:rPr>
          <w:bCs/>
          <w:sz w:val="28"/>
          <w:szCs w:val="28"/>
        </w:rPr>
        <w:t xml:space="preserve"> </w:t>
      </w:r>
      <w:r w:rsidR="00F7091B" w:rsidRPr="0056537A">
        <w:rPr>
          <w:bCs/>
          <w:sz w:val="28"/>
          <w:szCs w:val="28"/>
        </w:rPr>
        <w:t xml:space="preserve">Внести изменения в </w:t>
      </w:r>
      <w:r w:rsidR="00F7091B" w:rsidRPr="0056537A">
        <w:rPr>
          <w:bCs/>
          <w:spacing w:val="8"/>
          <w:sz w:val="28"/>
          <w:szCs w:val="28"/>
        </w:rPr>
        <w:t xml:space="preserve"> </w:t>
      </w:r>
      <w:r w:rsidR="008C6B3D" w:rsidRPr="0056537A">
        <w:rPr>
          <w:bCs/>
          <w:spacing w:val="8"/>
          <w:sz w:val="28"/>
          <w:szCs w:val="28"/>
        </w:rPr>
        <w:t>а</w:t>
      </w:r>
      <w:r w:rsidR="001031AB" w:rsidRPr="0056537A">
        <w:rPr>
          <w:bCs/>
          <w:spacing w:val="8"/>
          <w:sz w:val="28"/>
          <w:szCs w:val="28"/>
        </w:rPr>
        <w:t>дминистративный регламент предоставления муниципальной услуги «Оказание поддержки в решении жилищной проблемы молодым семьям, признанным в установленном порядке нуждающимися в улучшении жилищных условий на территории Карачевского района» утвержденный постановлением администрации Карачевского района от 07.02.2022 №135.</w:t>
      </w:r>
    </w:p>
    <w:p w:rsidR="00B804D9" w:rsidRPr="0056537A" w:rsidRDefault="00FB16EC" w:rsidP="00591AD4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6537A">
        <w:rPr>
          <w:bCs/>
          <w:spacing w:val="8"/>
          <w:sz w:val="28"/>
          <w:szCs w:val="28"/>
        </w:rPr>
        <w:t>1.1.</w:t>
      </w:r>
      <w:r w:rsidR="00591AD4" w:rsidRPr="0056537A">
        <w:rPr>
          <w:bCs/>
          <w:spacing w:val="8"/>
          <w:sz w:val="28"/>
          <w:szCs w:val="28"/>
        </w:rPr>
        <w:t xml:space="preserve"> </w:t>
      </w:r>
      <w:r w:rsidR="008C6B3D" w:rsidRPr="0056537A">
        <w:rPr>
          <w:rFonts w:eastAsia="Calibri"/>
          <w:sz w:val="28"/>
          <w:szCs w:val="28"/>
          <w:lang w:eastAsia="en-US"/>
        </w:rPr>
        <w:t xml:space="preserve">Приложение №2 к </w:t>
      </w:r>
      <w:r w:rsidR="00B804D9" w:rsidRPr="0056537A">
        <w:rPr>
          <w:rFonts w:eastAsia="Calibri"/>
          <w:sz w:val="28"/>
          <w:szCs w:val="28"/>
          <w:lang w:eastAsia="en-US"/>
        </w:rPr>
        <w:t>административному регламенту по предоставлению муниципальной услуги «Оказание поддержки в решении жилищной проблемы молодым семьям, признанным в установленном порядке нуждающимися в улучшении жилищных условий»</w:t>
      </w:r>
      <w:r w:rsidR="00992BDC" w:rsidRPr="0056537A">
        <w:rPr>
          <w:rFonts w:eastAsia="Calibri"/>
          <w:sz w:val="28"/>
          <w:szCs w:val="28"/>
          <w:lang w:eastAsia="en-US"/>
        </w:rPr>
        <w:t>, утвержденному постановлением а</w:t>
      </w:r>
      <w:r w:rsidR="00B804D9" w:rsidRPr="0056537A">
        <w:rPr>
          <w:rFonts w:eastAsia="Calibri"/>
          <w:sz w:val="28"/>
          <w:szCs w:val="28"/>
          <w:lang w:eastAsia="en-US"/>
        </w:rPr>
        <w:t>дминистрации Карачевского района 07.02.2022 №135</w:t>
      </w:r>
      <w:r w:rsidR="00992BDC" w:rsidRPr="0056537A">
        <w:rPr>
          <w:rFonts w:eastAsia="Calibri"/>
          <w:sz w:val="28"/>
          <w:szCs w:val="28"/>
          <w:lang w:eastAsia="en-US"/>
        </w:rPr>
        <w:t>,</w:t>
      </w:r>
      <w:r w:rsidR="00B804D9" w:rsidRPr="0056537A">
        <w:rPr>
          <w:rFonts w:eastAsia="Calibri"/>
          <w:sz w:val="28"/>
          <w:szCs w:val="28"/>
          <w:lang w:eastAsia="en-US"/>
        </w:rPr>
        <w:t xml:space="preserve"> изложить </w:t>
      </w:r>
      <w:r w:rsidR="00591AD4" w:rsidRPr="0056537A">
        <w:rPr>
          <w:rFonts w:eastAsia="Calibri"/>
          <w:sz w:val="28"/>
          <w:szCs w:val="28"/>
          <w:lang w:eastAsia="en-US"/>
        </w:rPr>
        <w:t xml:space="preserve">согласно Приложению №1 к настоящему постановлению. </w:t>
      </w:r>
    </w:p>
    <w:p w:rsidR="002B29F9" w:rsidRPr="0056537A" w:rsidRDefault="00817220" w:rsidP="001F6092">
      <w:pPr>
        <w:ind w:firstLine="720"/>
        <w:jc w:val="both"/>
        <w:rPr>
          <w:bCs/>
          <w:spacing w:val="8"/>
          <w:sz w:val="28"/>
          <w:szCs w:val="28"/>
        </w:rPr>
      </w:pPr>
      <w:r w:rsidRPr="0056537A">
        <w:rPr>
          <w:bCs/>
          <w:spacing w:val="8"/>
          <w:sz w:val="28"/>
          <w:szCs w:val="28"/>
        </w:rPr>
        <w:t>2</w:t>
      </w:r>
      <w:r w:rsidR="0025321D" w:rsidRPr="0056537A">
        <w:rPr>
          <w:bCs/>
          <w:spacing w:val="8"/>
          <w:sz w:val="28"/>
          <w:szCs w:val="28"/>
        </w:rPr>
        <w:t xml:space="preserve">. </w:t>
      </w:r>
      <w:r w:rsidR="002B29F9" w:rsidRPr="0056537A">
        <w:rPr>
          <w:bCs/>
          <w:spacing w:val="8"/>
          <w:sz w:val="28"/>
          <w:szCs w:val="28"/>
        </w:rPr>
        <w:t xml:space="preserve">Разместить </w:t>
      </w:r>
      <w:r w:rsidR="00B9661C" w:rsidRPr="0056537A">
        <w:rPr>
          <w:bCs/>
          <w:spacing w:val="8"/>
          <w:sz w:val="28"/>
          <w:szCs w:val="28"/>
        </w:rPr>
        <w:t xml:space="preserve">данное </w:t>
      </w:r>
      <w:r w:rsidR="002B29F9" w:rsidRPr="0056537A">
        <w:rPr>
          <w:bCs/>
          <w:spacing w:val="8"/>
          <w:sz w:val="28"/>
          <w:szCs w:val="28"/>
        </w:rPr>
        <w:t>постановление на официальном сайте в сети «Интернет».</w:t>
      </w:r>
    </w:p>
    <w:p w:rsidR="002B29F9" w:rsidRPr="0056537A" w:rsidRDefault="002B5871" w:rsidP="001F6092">
      <w:pPr>
        <w:pStyle w:val="a4"/>
        <w:ind w:left="0" w:firstLine="720"/>
        <w:jc w:val="both"/>
        <w:rPr>
          <w:bCs/>
          <w:spacing w:val="8"/>
          <w:sz w:val="28"/>
          <w:szCs w:val="28"/>
        </w:rPr>
      </w:pPr>
      <w:r w:rsidRPr="0056537A">
        <w:rPr>
          <w:bCs/>
          <w:spacing w:val="8"/>
          <w:sz w:val="28"/>
          <w:szCs w:val="28"/>
        </w:rPr>
        <w:t>3</w:t>
      </w:r>
      <w:r w:rsidR="002B29F9" w:rsidRPr="0056537A">
        <w:rPr>
          <w:bCs/>
          <w:spacing w:val="8"/>
          <w:sz w:val="28"/>
          <w:szCs w:val="28"/>
        </w:rPr>
        <w:t>.</w:t>
      </w:r>
      <w:r w:rsidR="00BF3B8C" w:rsidRPr="0056537A">
        <w:rPr>
          <w:bCs/>
          <w:spacing w:val="8"/>
          <w:sz w:val="28"/>
          <w:szCs w:val="28"/>
        </w:rPr>
        <w:t xml:space="preserve"> </w:t>
      </w:r>
      <w:r w:rsidR="00E42687" w:rsidRPr="0056537A">
        <w:rPr>
          <w:bCs/>
          <w:spacing w:val="8"/>
          <w:sz w:val="28"/>
          <w:szCs w:val="28"/>
        </w:rPr>
        <w:t xml:space="preserve">Контроль над исполнением настоящего постановления </w:t>
      </w:r>
      <w:r w:rsidR="00F25044" w:rsidRPr="0056537A">
        <w:rPr>
          <w:bCs/>
          <w:spacing w:val="8"/>
          <w:sz w:val="28"/>
          <w:szCs w:val="28"/>
        </w:rPr>
        <w:t>возложить</w:t>
      </w:r>
      <w:r w:rsidR="002261FF" w:rsidRPr="0056537A">
        <w:rPr>
          <w:bCs/>
          <w:spacing w:val="8"/>
          <w:sz w:val="28"/>
          <w:szCs w:val="28"/>
        </w:rPr>
        <w:t xml:space="preserve"> </w:t>
      </w:r>
      <w:r w:rsidR="00F25044" w:rsidRPr="0056537A">
        <w:rPr>
          <w:bCs/>
          <w:spacing w:val="8"/>
          <w:sz w:val="28"/>
          <w:szCs w:val="28"/>
        </w:rPr>
        <w:t>на заместителя главы администрации Карачевского района П.Н. Носова</w:t>
      </w:r>
      <w:r w:rsidR="00E42687" w:rsidRPr="0056537A">
        <w:rPr>
          <w:bCs/>
          <w:spacing w:val="8"/>
          <w:sz w:val="28"/>
          <w:szCs w:val="28"/>
        </w:rPr>
        <w:t>.</w:t>
      </w:r>
    </w:p>
    <w:p w:rsidR="00512394" w:rsidRPr="0056537A" w:rsidRDefault="00512394" w:rsidP="00BF3B8C">
      <w:pPr>
        <w:pStyle w:val="a4"/>
        <w:ind w:left="0"/>
        <w:jc w:val="both"/>
        <w:rPr>
          <w:b/>
          <w:bCs/>
          <w:spacing w:val="8"/>
          <w:sz w:val="28"/>
          <w:szCs w:val="28"/>
        </w:rPr>
      </w:pPr>
    </w:p>
    <w:p w:rsidR="00BF3B8C" w:rsidRPr="00E42687" w:rsidRDefault="00512394" w:rsidP="002B29F9">
      <w:pPr>
        <w:pStyle w:val="a4"/>
        <w:ind w:left="0"/>
        <w:jc w:val="both"/>
        <w:rPr>
          <w:b/>
          <w:bCs/>
          <w:spacing w:val="8"/>
          <w:sz w:val="28"/>
          <w:szCs w:val="28"/>
        </w:rPr>
      </w:pPr>
      <w:r w:rsidRPr="00E42687">
        <w:rPr>
          <w:b/>
          <w:bCs/>
          <w:spacing w:val="8"/>
          <w:sz w:val="28"/>
          <w:szCs w:val="28"/>
        </w:rPr>
        <w:t xml:space="preserve">Глава администрации </w:t>
      </w:r>
    </w:p>
    <w:p w:rsidR="00512394" w:rsidRPr="00E42687" w:rsidRDefault="00512394" w:rsidP="002B29F9">
      <w:pPr>
        <w:pStyle w:val="a4"/>
        <w:ind w:left="0"/>
        <w:jc w:val="both"/>
        <w:rPr>
          <w:bCs/>
          <w:spacing w:val="8"/>
          <w:sz w:val="28"/>
          <w:szCs w:val="28"/>
        </w:rPr>
      </w:pPr>
      <w:r w:rsidRPr="00E42687">
        <w:rPr>
          <w:b/>
          <w:bCs/>
          <w:spacing w:val="8"/>
          <w:sz w:val="28"/>
          <w:szCs w:val="28"/>
        </w:rPr>
        <w:t xml:space="preserve">Карачевского района                        </w:t>
      </w:r>
      <w:r w:rsidR="00BF3B8C" w:rsidRPr="00E42687">
        <w:rPr>
          <w:b/>
          <w:bCs/>
          <w:spacing w:val="8"/>
          <w:sz w:val="28"/>
          <w:szCs w:val="28"/>
        </w:rPr>
        <w:t xml:space="preserve">                                </w:t>
      </w:r>
      <w:r w:rsidR="001F6092">
        <w:rPr>
          <w:b/>
          <w:bCs/>
          <w:spacing w:val="8"/>
          <w:sz w:val="28"/>
          <w:szCs w:val="28"/>
        </w:rPr>
        <w:t xml:space="preserve"> </w:t>
      </w:r>
      <w:r w:rsidR="0025321D">
        <w:rPr>
          <w:b/>
          <w:bCs/>
          <w:spacing w:val="8"/>
          <w:sz w:val="28"/>
          <w:szCs w:val="28"/>
        </w:rPr>
        <w:t xml:space="preserve">   </w:t>
      </w:r>
      <w:r w:rsidR="006A4737">
        <w:rPr>
          <w:b/>
          <w:bCs/>
          <w:spacing w:val="8"/>
          <w:sz w:val="28"/>
          <w:szCs w:val="28"/>
        </w:rPr>
        <w:t xml:space="preserve">          </w:t>
      </w:r>
      <w:r w:rsidR="0056537A">
        <w:rPr>
          <w:b/>
          <w:bCs/>
          <w:spacing w:val="8"/>
          <w:sz w:val="28"/>
          <w:szCs w:val="28"/>
        </w:rPr>
        <w:t xml:space="preserve"> </w:t>
      </w:r>
      <w:r w:rsidR="006A4737">
        <w:rPr>
          <w:b/>
          <w:bCs/>
          <w:spacing w:val="8"/>
          <w:sz w:val="28"/>
          <w:szCs w:val="28"/>
        </w:rPr>
        <w:t xml:space="preserve"> </w:t>
      </w:r>
      <w:r w:rsidRPr="00E42687">
        <w:rPr>
          <w:b/>
          <w:bCs/>
          <w:spacing w:val="8"/>
          <w:sz w:val="28"/>
          <w:szCs w:val="28"/>
        </w:rPr>
        <w:t>Л.В.</w:t>
      </w:r>
      <w:r w:rsidR="0007448E" w:rsidRPr="00E42687">
        <w:rPr>
          <w:b/>
          <w:bCs/>
          <w:spacing w:val="8"/>
          <w:sz w:val="28"/>
          <w:szCs w:val="28"/>
        </w:rPr>
        <w:t xml:space="preserve"> </w:t>
      </w:r>
      <w:r w:rsidR="002261FF">
        <w:rPr>
          <w:b/>
          <w:bCs/>
          <w:spacing w:val="8"/>
          <w:sz w:val="28"/>
          <w:szCs w:val="28"/>
        </w:rPr>
        <w:t>Филин</w:t>
      </w:r>
    </w:p>
    <w:p w:rsidR="00512394" w:rsidRPr="00E42687" w:rsidRDefault="00512394" w:rsidP="002B29F9">
      <w:pPr>
        <w:pStyle w:val="a4"/>
        <w:ind w:left="0"/>
        <w:jc w:val="both"/>
        <w:rPr>
          <w:bCs/>
          <w:spacing w:val="8"/>
          <w:sz w:val="28"/>
          <w:szCs w:val="28"/>
        </w:rPr>
      </w:pPr>
    </w:p>
    <w:p w:rsidR="00344EE7" w:rsidRPr="00E42687" w:rsidRDefault="00512394" w:rsidP="002B29F9">
      <w:pPr>
        <w:pStyle w:val="a4"/>
        <w:ind w:left="0"/>
        <w:jc w:val="both"/>
        <w:rPr>
          <w:bCs/>
          <w:spacing w:val="8"/>
          <w:sz w:val="26"/>
          <w:szCs w:val="26"/>
        </w:rPr>
      </w:pPr>
      <w:r w:rsidRPr="00E42687">
        <w:rPr>
          <w:bCs/>
          <w:spacing w:val="8"/>
          <w:sz w:val="26"/>
          <w:szCs w:val="26"/>
        </w:rPr>
        <w:t>Согласовано:</w:t>
      </w:r>
    </w:p>
    <w:p w:rsidR="00344EE7" w:rsidRPr="007C2B85" w:rsidRDefault="00344EE7" w:rsidP="00344EE7">
      <w:pPr>
        <w:pStyle w:val="a4"/>
        <w:ind w:left="0"/>
        <w:jc w:val="both"/>
        <w:rPr>
          <w:bCs/>
          <w:spacing w:val="8"/>
          <w:sz w:val="24"/>
          <w:szCs w:val="24"/>
        </w:rPr>
      </w:pPr>
      <w:r w:rsidRPr="007C2B85">
        <w:rPr>
          <w:bCs/>
          <w:spacing w:val="8"/>
          <w:sz w:val="24"/>
          <w:szCs w:val="24"/>
        </w:rPr>
        <w:t>Заместитель главы администрации</w:t>
      </w:r>
    </w:p>
    <w:p w:rsidR="00344EE7" w:rsidRPr="007C2B85" w:rsidRDefault="00344EE7" w:rsidP="00344EE7">
      <w:pPr>
        <w:pStyle w:val="a4"/>
        <w:ind w:left="0"/>
        <w:jc w:val="both"/>
        <w:rPr>
          <w:bCs/>
          <w:spacing w:val="8"/>
          <w:sz w:val="24"/>
          <w:szCs w:val="24"/>
        </w:rPr>
      </w:pPr>
      <w:r w:rsidRPr="007C2B85">
        <w:rPr>
          <w:bCs/>
          <w:spacing w:val="8"/>
          <w:sz w:val="24"/>
          <w:szCs w:val="24"/>
        </w:rPr>
        <w:t xml:space="preserve">Карачевского района                                                                          </w:t>
      </w:r>
      <w:r w:rsidR="006A4737">
        <w:rPr>
          <w:bCs/>
          <w:spacing w:val="8"/>
          <w:sz w:val="24"/>
          <w:szCs w:val="24"/>
        </w:rPr>
        <w:t xml:space="preserve">            </w:t>
      </w:r>
      <w:r w:rsidRPr="007C2B85">
        <w:rPr>
          <w:bCs/>
          <w:spacing w:val="8"/>
          <w:sz w:val="24"/>
          <w:szCs w:val="24"/>
        </w:rPr>
        <w:t xml:space="preserve"> </w:t>
      </w:r>
      <w:r w:rsidR="006A4737">
        <w:rPr>
          <w:bCs/>
          <w:spacing w:val="8"/>
          <w:sz w:val="24"/>
          <w:szCs w:val="24"/>
        </w:rPr>
        <w:t xml:space="preserve"> </w:t>
      </w:r>
      <w:r w:rsidR="0056537A">
        <w:rPr>
          <w:bCs/>
          <w:spacing w:val="8"/>
          <w:sz w:val="24"/>
          <w:szCs w:val="24"/>
        </w:rPr>
        <w:t xml:space="preserve"> </w:t>
      </w:r>
      <w:r w:rsidRPr="007C2B85">
        <w:rPr>
          <w:bCs/>
          <w:spacing w:val="8"/>
          <w:sz w:val="24"/>
          <w:szCs w:val="24"/>
        </w:rPr>
        <w:t>П.Н. Носов</w:t>
      </w:r>
    </w:p>
    <w:p w:rsidR="00F25044" w:rsidRDefault="00817220" w:rsidP="002B29F9">
      <w:pPr>
        <w:pStyle w:val="a4"/>
        <w:ind w:left="0"/>
        <w:jc w:val="both"/>
        <w:rPr>
          <w:bCs/>
          <w:spacing w:val="8"/>
          <w:sz w:val="26"/>
          <w:szCs w:val="26"/>
        </w:rPr>
      </w:pPr>
      <w:r w:rsidRPr="00E42687">
        <w:rPr>
          <w:bCs/>
          <w:spacing w:val="8"/>
          <w:sz w:val="26"/>
          <w:szCs w:val="26"/>
        </w:rPr>
        <w:t xml:space="preserve">                                      </w:t>
      </w:r>
    </w:p>
    <w:p w:rsidR="00512394" w:rsidRPr="007C2B85" w:rsidRDefault="00512394" w:rsidP="002B29F9">
      <w:pPr>
        <w:pStyle w:val="a4"/>
        <w:ind w:left="0"/>
        <w:jc w:val="both"/>
        <w:rPr>
          <w:bCs/>
          <w:spacing w:val="8"/>
          <w:sz w:val="22"/>
          <w:szCs w:val="22"/>
        </w:rPr>
      </w:pPr>
      <w:r w:rsidRPr="007C2B85">
        <w:rPr>
          <w:bCs/>
          <w:spacing w:val="8"/>
          <w:sz w:val="22"/>
          <w:szCs w:val="22"/>
        </w:rPr>
        <w:t>Юрист</w:t>
      </w:r>
    </w:p>
    <w:p w:rsidR="00BF3B8C" w:rsidRPr="00E42687" w:rsidRDefault="00BF3B8C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</w:p>
    <w:p w:rsidR="00BF3B8C" w:rsidRPr="00E42687" w:rsidRDefault="00BF3B8C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  <w:r w:rsidRPr="00E42687">
        <w:rPr>
          <w:bCs/>
          <w:spacing w:val="8"/>
          <w:sz w:val="16"/>
          <w:szCs w:val="16"/>
        </w:rPr>
        <w:t xml:space="preserve">Исп. </w:t>
      </w:r>
      <w:r w:rsidR="00CD0B76">
        <w:rPr>
          <w:bCs/>
          <w:spacing w:val="8"/>
          <w:sz w:val="16"/>
          <w:szCs w:val="16"/>
        </w:rPr>
        <w:t>Огаркова Ю.Ю.</w:t>
      </w:r>
    </w:p>
    <w:p w:rsidR="00BF3B8C" w:rsidRDefault="00CD0B76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  <w:r>
        <w:rPr>
          <w:bCs/>
          <w:spacing w:val="8"/>
          <w:sz w:val="16"/>
          <w:szCs w:val="16"/>
        </w:rPr>
        <w:t>8(48</w:t>
      </w:r>
      <w:r w:rsidR="00BF3B8C" w:rsidRPr="00E42687">
        <w:rPr>
          <w:bCs/>
          <w:spacing w:val="8"/>
          <w:sz w:val="16"/>
          <w:szCs w:val="16"/>
        </w:rPr>
        <w:t>335</w:t>
      </w:r>
      <w:r>
        <w:rPr>
          <w:bCs/>
          <w:spacing w:val="8"/>
          <w:sz w:val="16"/>
          <w:szCs w:val="16"/>
        </w:rPr>
        <w:t>)</w:t>
      </w:r>
      <w:r w:rsidR="00BF3B8C" w:rsidRPr="00E42687">
        <w:rPr>
          <w:bCs/>
          <w:spacing w:val="8"/>
          <w:sz w:val="16"/>
          <w:szCs w:val="16"/>
        </w:rPr>
        <w:t>2-15-74</w:t>
      </w:r>
    </w:p>
    <w:p w:rsidR="00591AD4" w:rsidRDefault="00591AD4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</w:p>
    <w:p w:rsidR="00591AD4" w:rsidRDefault="00591AD4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</w:p>
    <w:p w:rsidR="00591AD4" w:rsidRDefault="00591AD4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</w:p>
    <w:p w:rsidR="00591AD4" w:rsidRPr="00E42687" w:rsidRDefault="00591AD4" w:rsidP="002B29F9">
      <w:pPr>
        <w:pStyle w:val="a4"/>
        <w:ind w:left="0"/>
        <w:jc w:val="both"/>
        <w:rPr>
          <w:bCs/>
          <w:spacing w:val="8"/>
          <w:sz w:val="16"/>
          <w:szCs w:val="16"/>
        </w:rPr>
      </w:pPr>
    </w:p>
    <w:p w:rsidR="00591AD4" w:rsidRDefault="00591AD4" w:rsidP="00591AD4">
      <w:pPr>
        <w:pStyle w:val="a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№1</w:t>
      </w:r>
    </w:p>
    <w:p w:rsidR="00591AD4" w:rsidRDefault="00591AD4" w:rsidP="00591AD4">
      <w:pPr>
        <w:pStyle w:val="a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Постановлению администрации</w:t>
      </w:r>
    </w:p>
    <w:p w:rsidR="00591AD4" w:rsidRDefault="00591AD4" w:rsidP="00591AD4">
      <w:pPr>
        <w:pStyle w:val="a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Карачевского района</w:t>
      </w:r>
    </w:p>
    <w:p w:rsidR="00F7091B" w:rsidRPr="00F7091B" w:rsidRDefault="00591AD4" w:rsidP="00591AD4">
      <w:pPr>
        <w:pStyle w:val="a4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от_________________№_________     </w:t>
      </w:r>
    </w:p>
    <w:p w:rsidR="00591AD4" w:rsidRPr="00F7091B" w:rsidRDefault="00591AD4" w:rsidP="00F7091B">
      <w:pPr>
        <w:jc w:val="both"/>
        <w:rPr>
          <w:spacing w:val="8"/>
          <w:sz w:val="28"/>
        </w:rPr>
      </w:pP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Приложение № 2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к административному регламенту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по предоставлению муниципальной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услуги «Оказание поддержки в решении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жилищной проблемы молодым семьям,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признанным в установленном порядке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нуждающимися в улучшении жилищных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условий», утвержденному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постановлением Администрации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 w:rsidRPr="00B804D9">
        <w:rPr>
          <w:rFonts w:eastAsia="Calibri"/>
          <w:sz w:val="24"/>
          <w:szCs w:val="24"/>
          <w:lang w:eastAsia="en-US"/>
        </w:rPr>
        <w:t xml:space="preserve">Карачевского района </w:t>
      </w:r>
    </w:p>
    <w:p w:rsidR="00591AD4" w:rsidRPr="00B804D9" w:rsidRDefault="00591AD4" w:rsidP="00591AD4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От </w:t>
      </w:r>
      <w:r w:rsidRPr="00B804D9">
        <w:rPr>
          <w:rFonts w:eastAsia="Calibri"/>
          <w:sz w:val="24"/>
          <w:szCs w:val="24"/>
          <w:u w:val="single"/>
          <w:lang w:eastAsia="en-US"/>
        </w:rPr>
        <w:t>07.02.2022</w:t>
      </w:r>
      <w:r>
        <w:rPr>
          <w:rFonts w:eastAsia="Calibri"/>
          <w:sz w:val="24"/>
          <w:szCs w:val="24"/>
          <w:lang w:eastAsia="en-US"/>
        </w:rPr>
        <w:t xml:space="preserve">  № </w:t>
      </w:r>
      <w:r w:rsidRPr="00B804D9">
        <w:rPr>
          <w:rFonts w:eastAsia="Calibri"/>
          <w:sz w:val="24"/>
          <w:szCs w:val="24"/>
          <w:u w:val="single"/>
          <w:lang w:eastAsia="en-US"/>
        </w:rPr>
        <w:t>135</w:t>
      </w:r>
    </w:p>
    <w:p w:rsidR="00591AD4" w:rsidRDefault="00591AD4" w:rsidP="0056537A">
      <w:pPr>
        <w:jc w:val="both"/>
        <w:rPr>
          <w:sz w:val="28"/>
          <w:szCs w:val="28"/>
        </w:rPr>
      </w:pPr>
    </w:p>
    <w:p w:rsidR="00591AD4" w:rsidRDefault="00591AD4" w:rsidP="00591AD4">
      <w:pPr>
        <w:ind w:firstLine="708"/>
        <w:jc w:val="both"/>
        <w:rPr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95"/>
      </w:tblGrid>
      <w:tr w:rsidR="00591AD4" w:rsidTr="00A51619">
        <w:trPr>
          <w:trHeight w:val="15"/>
          <w:tblCellSpacing w:w="15" w:type="dxa"/>
        </w:trPr>
        <w:tc>
          <w:tcPr>
            <w:tcW w:w="10235" w:type="dxa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</w:tr>
      <w:tr w:rsidR="00591AD4" w:rsidTr="00A51619">
        <w:trPr>
          <w:tblCellSpacing w:w="15" w:type="dxa"/>
        </w:trPr>
        <w:tc>
          <w:tcPr>
            <w:tcW w:w="1023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tblCellSpacing w:w="15" w:type="dxa"/>
        </w:trPr>
        <w:tc>
          <w:tcPr>
            <w:tcW w:w="102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(орган местного самоуправления)</w:t>
            </w:r>
          </w:p>
        </w:tc>
      </w:tr>
    </w:tbl>
    <w:p w:rsidR="00591AD4" w:rsidRDefault="00591AD4" w:rsidP="00591AD4">
      <w:pPr>
        <w:pStyle w:val="headertexttopleveltextcentertext"/>
        <w:jc w:val="center"/>
      </w:pPr>
      <w:r>
        <w:t>          </w:t>
      </w:r>
      <w:r>
        <w:br/>
        <w:t xml:space="preserve">ЗАЯВЛЕНИЕ </w:t>
      </w:r>
    </w:p>
    <w:tbl>
      <w:tblPr>
        <w:tblW w:w="10286" w:type="dxa"/>
        <w:tblCellSpacing w:w="15" w:type="dxa"/>
        <w:tblInd w:w="1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7"/>
        <w:gridCol w:w="80"/>
        <w:gridCol w:w="633"/>
        <w:gridCol w:w="80"/>
        <w:gridCol w:w="520"/>
        <w:gridCol w:w="80"/>
        <w:gridCol w:w="768"/>
        <w:gridCol w:w="80"/>
        <w:gridCol w:w="451"/>
        <w:gridCol w:w="80"/>
        <w:gridCol w:w="368"/>
        <w:gridCol w:w="80"/>
        <w:gridCol w:w="255"/>
        <w:gridCol w:w="80"/>
        <w:gridCol w:w="360"/>
        <w:gridCol w:w="80"/>
        <w:gridCol w:w="125"/>
        <w:gridCol w:w="80"/>
        <w:gridCol w:w="301"/>
        <w:gridCol w:w="80"/>
        <w:gridCol w:w="978"/>
        <w:gridCol w:w="80"/>
        <w:gridCol w:w="495"/>
        <w:gridCol w:w="80"/>
        <w:gridCol w:w="528"/>
        <w:gridCol w:w="80"/>
        <w:gridCol w:w="303"/>
        <w:gridCol w:w="80"/>
        <w:gridCol w:w="101"/>
        <w:gridCol w:w="80"/>
        <w:gridCol w:w="1079"/>
        <w:gridCol w:w="80"/>
        <w:gridCol w:w="384"/>
        <w:gridCol w:w="80"/>
      </w:tblGrid>
      <w:tr w:rsidR="00591AD4" w:rsidTr="00A51619">
        <w:trPr>
          <w:trHeight w:val="15"/>
          <w:tblCellSpacing w:w="15" w:type="dxa"/>
        </w:trPr>
        <w:tc>
          <w:tcPr>
            <w:tcW w:w="1232" w:type="dxa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50" w:type="dxa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501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175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545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151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1129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  <w:tc>
          <w:tcPr>
            <w:tcW w:w="419" w:type="dxa"/>
            <w:gridSpan w:val="2"/>
            <w:vAlign w:val="center"/>
          </w:tcPr>
          <w:p w:rsidR="00591AD4" w:rsidRDefault="00591AD4" w:rsidP="00A51619">
            <w:pPr>
              <w:rPr>
                <w:sz w:val="2"/>
              </w:rPr>
            </w:pP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ind w:firstLine="709"/>
              <w:jc w:val="both"/>
              <w:rPr>
                <w:highlight w:val="yellow"/>
              </w:rPr>
            </w:pPr>
            <w:r>
              <w:t xml:space="preserve">Прошу включить в список молодых семей – участников мероприятия по обеспечению жильем молодых семей </w:t>
            </w:r>
            <w:r>
              <w:rPr>
                <w:sz w:val="24"/>
              </w:rPr>
              <w:t xml:space="preserve">федерального проекта «Содействие субъектам Российской Федерации </w:t>
            </w:r>
            <w:r>
              <w:rPr>
                <w:sz w:val="24"/>
              </w:rPr>
              <w:br/>
              <w:t>в реализации полномочий по оказанию государственной поддержки гражданам в обеспечении жильем и оплате жилищно-коммунальных услуг»</w:t>
            </w:r>
            <w:r>
              <w:t xml:space="preserve"> государственной программы Российской Федерации «Обеспечение доступным и комфортным жильем и коммунальными услугами  граждан Российской Федерации»</w:t>
            </w:r>
            <w:r>
              <w:rPr>
                <w:bCs/>
              </w:rPr>
              <w:t xml:space="preserve">, подпрограммы «Обеспечение жильем молодых семей </w:t>
            </w:r>
            <w:r>
              <w:rPr>
                <w:bCs/>
              </w:rPr>
              <w:br/>
              <w:t>в Брянской области» государственной программы «Социальная</w:t>
            </w:r>
            <w:r>
              <w:t xml:space="preserve"> </w:t>
            </w:r>
            <w:r>
              <w:rPr>
                <w:bCs/>
              </w:rPr>
              <w:t>и демографическая</w:t>
            </w:r>
            <w:r>
              <w:t xml:space="preserve"> </w:t>
            </w:r>
            <w:r>
              <w:rPr>
                <w:bCs/>
              </w:rPr>
              <w:t>политика Брянской области»</w:t>
            </w:r>
            <w:r>
              <w:t>, изъявивших желание получить социальную выплату в _______ году, молодую семью в составе: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супруг </w:t>
            </w:r>
          </w:p>
        </w:tc>
        <w:tc>
          <w:tcPr>
            <w:tcW w:w="8435" w:type="dxa"/>
            <w:gridSpan w:val="30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,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(ф.и.о., дата рождения)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г.,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;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супруга </w:t>
            </w:r>
          </w:p>
        </w:tc>
        <w:tc>
          <w:tcPr>
            <w:tcW w:w="8435" w:type="dxa"/>
            <w:gridSpan w:val="30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,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(ф.и.о., дата рождения)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г.,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;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дети: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(ф.и.о., дата рождения)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свидетельство о рождении (паспорт для ребенка, достигшего 14 лет)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(ненужное вычеркнуть)</w:t>
            </w:r>
          </w:p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г.,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;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(ф.и.о., дата рождения)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свидетельство о рождении (паспорт для ребенка, достигшего 14 лет)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(ненужное вычеркнуть)</w:t>
            </w:r>
          </w:p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г.,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</w:pPr>
            <w:r>
              <w:t>.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ind w:firstLine="709"/>
              <w:jc w:val="both"/>
              <w:rPr>
                <w:highlight w:val="yellow"/>
              </w:rPr>
            </w:pPr>
            <w:r>
              <w:t xml:space="preserve">Настоящим заявлением подтверждаю, что основания для признания моей семьи нуждающейся в жилом помещении и участником мероприятия по обеспечению жильем молодых семей </w:t>
            </w:r>
            <w:r>
              <w:rPr>
                <w:sz w:val="24"/>
              </w:rPr>
              <w:t xml:space="preserve">федерального проекта «Содействие субъектам Российской Федерации </w:t>
            </w:r>
            <w:r>
              <w:rPr>
                <w:sz w:val="24"/>
              </w:rPr>
              <w:br/>
              <w:t>в реализации полномочий по оказанию государственной поддержки гражданам в обеспечении жильем и оплате жилищно-коммунальных услуг»</w:t>
            </w:r>
            <w:r>
              <w:t xml:space="preserve"> государственной программы Российской Федерации «Обеспечение доступным и комфортным жильем и коммунальными услугами  граждан Российской Федерации»</w:t>
            </w:r>
            <w:r>
              <w:rPr>
                <w:bCs/>
              </w:rPr>
              <w:t xml:space="preserve">, подпрограммы  «Обеспечение жильем молодых семей </w:t>
            </w:r>
            <w:r>
              <w:rPr>
                <w:bCs/>
              </w:rPr>
              <w:br/>
              <w:t>в Брянской области» государственной программы «Социальная</w:t>
            </w:r>
            <w:r>
              <w:t xml:space="preserve"> </w:t>
            </w:r>
            <w:r>
              <w:rPr>
                <w:bCs/>
              </w:rPr>
              <w:t>и демографическая</w:t>
            </w:r>
            <w:r>
              <w:t xml:space="preserve"> </w:t>
            </w:r>
            <w:r>
              <w:rPr>
                <w:bCs/>
              </w:rPr>
              <w:t xml:space="preserve">политика Брянской области» </w:t>
            </w:r>
            <w:r>
              <w:t>изменились / не изменились (нужное подчеркнуть)</w:t>
            </w:r>
          </w:p>
          <w:p w:rsidR="00591AD4" w:rsidRDefault="00591AD4" w:rsidP="00A51619">
            <w:pPr>
              <w:ind w:firstLine="709"/>
              <w:jc w:val="both"/>
              <w:rPr>
                <w:highlight w:val="yellow"/>
              </w:rPr>
            </w:pPr>
            <w:r>
              <w:t xml:space="preserve">С условиями участия в мероприятии по обеспечению жильем молодых семей </w:t>
            </w:r>
            <w:r>
              <w:rPr>
                <w:sz w:val="24"/>
              </w:rPr>
      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      </w:r>
            <w:r>
              <w:rPr>
                <w:sz w:val="24"/>
              </w:rPr>
              <w:br/>
              <w:t>и оплате жилищно-коммунальных услуг»</w:t>
            </w:r>
            <w:r>
              <w:t xml:space="preserve">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bCs/>
              </w:rPr>
              <w:t>, подпрограммы «Обеспечение жильем молодых семей в Брянской области» государственной программы «Социальная</w:t>
            </w:r>
            <w:r>
              <w:t xml:space="preserve"> </w:t>
            </w:r>
            <w:r>
              <w:rPr>
                <w:bCs/>
              </w:rPr>
              <w:t>и демографическая</w:t>
            </w:r>
            <w:r>
              <w:t xml:space="preserve"> </w:t>
            </w:r>
            <w:r>
              <w:rPr>
                <w:bCs/>
              </w:rPr>
              <w:t xml:space="preserve">политика Брянской области» </w:t>
            </w:r>
            <w:r>
              <w:t>ознакомлен (ознакомлены) и обязуюсь (обязуемся) их выполнять: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1)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(дата)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lastRenderedPageBreak/>
              <w:t>2)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(дата)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3)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(дата)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  <w:r>
              <w:t>4)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(ф.и.о.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>
            <w:pPr>
              <w:pStyle w:val="formattext"/>
              <w:jc w:val="center"/>
            </w:pPr>
            <w:r>
              <w:t>(дата)</w:t>
            </w:r>
          </w:p>
        </w:tc>
      </w:tr>
      <w:tr w:rsidR="00591AD4" w:rsidTr="00A51619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>
            <w:pPr>
              <w:pStyle w:val="formattext"/>
            </w:pP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91AD4" w:rsidRDefault="00591AD4" w:rsidP="00A51619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91AD4" w:rsidRDefault="00591AD4" w:rsidP="00A51619"/>
        </w:tc>
      </w:tr>
    </w:tbl>
    <w:p w:rsidR="00591AD4" w:rsidRDefault="00591AD4" w:rsidP="00591AD4"/>
    <w:p w:rsidR="00591AD4" w:rsidRDefault="00591AD4" w:rsidP="00591AD4">
      <w:pPr>
        <w:ind w:left="283" w:firstLine="708"/>
        <w:jc w:val="both"/>
      </w:pPr>
      <w:r>
        <w:t xml:space="preserve">Настоящим заявлением я (мы) даю (даем) согласие в соответствии со статьей 9 Федерального закона от 27 июня 2006 года № 152-ФЗ «О персональных данных» </w:t>
      </w:r>
      <w:r>
        <w:br/>
        <w:t xml:space="preserve">на автоматизированную, а также без использования средств автоматизации обработку </w:t>
      </w:r>
      <w:r>
        <w:br/>
        <w:t xml:space="preserve">и использование (в том числе и на обработку персональных данных посредством внесения </w:t>
      </w:r>
      <w:r>
        <w:br/>
        <w:t xml:space="preserve">их в электронную базу данных, включения в списки, реестры и отчетные формы, а также запрашивать информацию и необходимые документы) персональных данных, содержащихся </w:t>
      </w:r>
      <w:r>
        <w:br/>
        <w:t>в настоящем заявлении, принадлежащих заявителю/ям с целью организации предоставления социальной выплаты на приобретение жилого помещения или строительство индивидуального жилого дома.</w:t>
      </w:r>
    </w:p>
    <w:p w:rsidR="00591AD4" w:rsidRDefault="00591AD4" w:rsidP="00591AD4">
      <w:pPr>
        <w:ind w:left="283" w:firstLine="708"/>
        <w:jc w:val="both"/>
      </w:pPr>
      <w:r>
        <w:t>Орган местного самоуправления имеет право во исполнение своих обязательств на обмен (прием и передачу) персональными данными с органами государственной власти и местного самоуправления с использованием машинных носителей или по каналам связи с соблюдением мер, обеспечивающих их защиту от несанкционированного доступа.</w:t>
      </w:r>
    </w:p>
    <w:p w:rsidR="00591AD4" w:rsidRDefault="00591AD4" w:rsidP="00591AD4">
      <w:pPr>
        <w:ind w:left="283" w:firstLine="708"/>
        <w:jc w:val="both"/>
      </w:pPr>
      <w:r>
        <w:t>Дата начала обработки персональных данных ___________________________________.</w:t>
      </w:r>
    </w:p>
    <w:p w:rsidR="00591AD4" w:rsidRDefault="00591AD4" w:rsidP="00591AD4">
      <w:pPr>
        <w:ind w:left="283" w:firstLine="708"/>
        <w:jc w:val="both"/>
      </w:pPr>
      <w:r>
        <w:t xml:space="preserve">Об ответственности за достоверность представленных сведений предупрежден </w:t>
      </w:r>
    </w:p>
    <w:p w:rsidR="00591AD4" w:rsidRDefault="00591AD4" w:rsidP="00591AD4">
      <w:pPr>
        <w:ind w:left="283" w:firstLine="708"/>
        <w:jc w:val="both"/>
      </w:pPr>
      <w:r>
        <w:t>(предупреждены).</w:t>
      </w:r>
    </w:p>
    <w:p w:rsidR="00591AD4" w:rsidRDefault="00591AD4" w:rsidP="00591AD4">
      <w:pPr>
        <w:ind w:left="283" w:firstLine="708"/>
        <w:jc w:val="both"/>
      </w:pPr>
      <w:r>
        <w:t xml:space="preserve"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</w:t>
      </w:r>
      <w:r>
        <w:br/>
        <w:t>в соответствии с законодательством Российской Федерации.</w:t>
      </w:r>
    </w:p>
    <w:p w:rsidR="00591AD4" w:rsidRDefault="00591AD4" w:rsidP="00591AD4">
      <w:pPr>
        <w:ind w:left="283" w:firstLine="708"/>
        <w:jc w:val="both"/>
      </w:pPr>
      <w:r>
        <w:t>Отзыв заявителя осуществляется в соответствии с законодательством Российской Федерации.</w:t>
      </w:r>
    </w:p>
    <w:p w:rsidR="00591AD4" w:rsidRDefault="00591AD4" w:rsidP="00591AD4">
      <w:pPr>
        <w:ind w:firstLine="708"/>
        <w:jc w:val="both"/>
      </w:pPr>
    </w:p>
    <w:p w:rsidR="00591AD4" w:rsidRDefault="00591AD4" w:rsidP="00591AD4">
      <w:pPr>
        <w:ind w:firstLine="708"/>
        <w:jc w:val="both"/>
      </w:pPr>
      <w:r>
        <w:t>__________________________                                    «_____»_____________20_______г.</w:t>
      </w:r>
    </w:p>
    <w:p w:rsidR="00591AD4" w:rsidRDefault="00591AD4" w:rsidP="00591AD4">
      <w:pPr>
        <w:tabs>
          <w:tab w:val="left" w:pos="1155"/>
        </w:tabs>
      </w:pPr>
      <w:r>
        <w:tab/>
        <w:t xml:space="preserve">          (Ф.И.О.)</w:t>
      </w:r>
    </w:p>
    <w:p w:rsidR="00591AD4" w:rsidRDefault="00591AD4" w:rsidP="00591AD4"/>
    <w:p w:rsidR="00591AD4" w:rsidRDefault="00591AD4" w:rsidP="00591AD4">
      <w:pPr>
        <w:tabs>
          <w:tab w:val="left" w:pos="6150"/>
        </w:tabs>
      </w:pPr>
      <w:r>
        <w:t xml:space="preserve">                                                                                                         _____________________________</w:t>
      </w:r>
    </w:p>
    <w:p w:rsidR="00591AD4" w:rsidRDefault="00591AD4" w:rsidP="00591AD4">
      <w:pPr>
        <w:tabs>
          <w:tab w:val="left" w:pos="6705"/>
        </w:tabs>
      </w:pPr>
      <w:r>
        <w:t xml:space="preserve">                                                                                                                            (подпись)</w:t>
      </w:r>
    </w:p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/>
    <w:p w:rsidR="00591AD4" w:rsidRDefault="00591AD4" w:rsidP="00591AD4">
      <w:pPr>
        <w:ind w:left="283"/>
      </w:pPr>
      <w:r>
        <w:t>Заявление принято</w:t>
      </w:r>
    </w:p>
    <w:p w:rsidR="00591AD4" w:rsidRDefault="00591AD4" w:rsidP="00591AD4">
      <w:pPr>
        <w:ind w:left="283"/>
      </w:pPr>
      <w:r>
        <w:t>«____»_____________20_____г.</w:t>
      </w:r>
    </w:p>
    <w:p w:rsidR="00591AD4" w:rsidRDefault="00591AD4" w:rsidP="00591AD4">
      <w:pPr>
        <w:ind w:left="283"/>
      </w:pPr>
    </w:p>
    <w:p w:rsidR="00591AD4" w:rsidRDefault="00591AD4" w:rsidP="00591AD4">
      <w:pPr>
        <w:ind w:left="283"/>
      </w:pPr>
      <w:r>
        <w:t>___________________________________  __________________ __________________________</w:t>
      </w:r>
    </w:p>
    <w:p w:rsidR="00591AD4" w:rsidRDefault="00591AD4" w:rsidP="00591AD4">
      <w:pPr>
        <w:tabs>
          <w:tab w:val="left" w:pos="6585"/>
        </w:tabs>
        <w:ind w:left="283"/>
      </w:pPr>
      <w:r>
        <w:t>(должность лица, принявшего заявление)        (подпись, дата)          (расшифровка подписи)</w:t>
      </w:r>
    </w:p>
    <w:p w:rsidR="00591AD4" w:rsidRDefault="00591AD4" w:rsidP="00591AD4">
      <w:pPr>
        <w:tabs>
          <w:tab w:val="left" w:pos="6585"/>
        </w:tabs>
        <w:ind w:left="283"/>
      </w:pPr>
    </w:p>
    <w:p w:rsidR="00591AD4" w:rsidRDefault="00591AD4" w:rsidP="00591AD4">
      <w:pPr>
        <w:tabs>
          <w:tab w:val="left" w:pos="6585"/>
        </w:tabs>
      </w:pPr>
    </w:p>
    <w:p w:rsidR="00591AD4" w:rsidRDefault="00591AD4" w:rsidP="00591AD4">
      <w:pPr>
        <w:tabs>
          <w:tab w:val="left" w:pos="6585"/>
        </w:tabs>
      </w:pPr>
    </w:p>
    <w:p w:rsidR="00591AD4" w:rsidRDefault="00591AD4" w:rsidP="00591AD4">
      <w:pPr>
        <w:tabs>
          <w:tab w:val="left" w:pos="6585"/>
        </w:tabs>
        <w:sectPr w:rsidR="00591AD4" w:rsidSect="0056537A">
          <w:pgSz w:w="11906" w:h="16838"/>
          <w:pgMar w:top="426" w:right="567" w:bottom="142" w:left="1134" w:header="709" w:footer="709" w:gutter="0"/>
          <w:cols w:space="708"/>
          <w:docGrid w:linePitch="360"/>
        </w:sectPr>
      </w:pPr>
    </w:p>
    <w:p w:rsidR="00591AD4" w:rsidRDefault="00591AD4" w:rsidP="00591AD4"/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sectPr w:rsidR="00DF567A" w:rsidSect="00591AD4">
      <w:pgSz w:w="11907" w:h="16840" w:code="9"/>
      <w:pgMar w:top="568" w:right="850" w:bottom="42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721B8"/>
    <w:multiLevelType w:val="hybridMultilevel"/>
    <w:tmpl w:val="F4B2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504DD"/>
    <w:multiLevelType w:val="multilevel"/>
    <w:tmpl w:val="61F8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2B"/>
    <w:rsid w:val="00007F2C"/>
    <w:rsid w:val="00015EE8"/>
    <w:rsid w:val="00026A95"/>
    <w:rsid w:val="00057BFF"/>
    <w:rsid w:val="00061E3F"/>
    <w:rsid w:val="0007352E"/>
    <w:rsid w:val="0007448E"/>
    <w:rsid w:val="000836CF"/>
    <w:rsid w:val="00083A2C"/>
    <w:rsid w:val="00096EBF"/>
    <w:rsid w:val="000B5588"/>
    <w:rsid w:val="000E3814"/>
    <w:rsid w:val="000E724A"/>
    <w:rsid w:val="001031AB"/>
    <w:rsid w:val="001169DD"/>
    <w:rsid w:val="0013643C"/>
    <w:rsid w:val="0013696A"/>
    <w:rsid w:val="00136B0A"/>
    <w:rsid w:val="00151F63"/>
    <w:rsid w:val="00171634"/>
    <w:rsid w:val="001735B1"/>
    <w:rsid w:val="00176967"/>
    <w:rsid w:val="001B38C6"/>
    <w:rsid w:val="001D4C8C"/>
    <w:rsid w:val="001E0FAA"/>
    <w:rsid w:val="001F35C3"/>
    <w:rsid w:val="001F6092"/>
    <w:rsid w:val="00217653"/>
    <w:rsid w:val="00217CC0"/>
    <w:rsid w:val="00222148"/>
    <w:rsid w:val="002261FF"/>
    <w:rsid w:val="002375EF"/>
    <w:rsid w:val="0025321D"/>
    <w:rsid w:val="002776BD"/>
    <w:rsid w:val="00284509"/>
    <w:rsid w:val="002A1D24"/>
    <w:rsid w:val="002B13B7"/>
    <w:rsid w:val="002B29F9"/>
    <w:rsid w:val="002B5871"/>
    <w:rsid w:val="002C315E"/>
    <w:rsid w:val="002D2E8D"/>
    <w:rsid w:val="003131E3"/>
    <w:rsid w:val="00331508"/>
    <w:rsid w:val="00336C12"/>
    <w:rsid w:val="00344EE7"/>
    <w:rsid w:val="00350FEC"/>
    <w:rsid w:val="00363146"/>
    <w:rsid w:val="00364418"/>
    <w:rsid w:val="0037456D"/>
    <w:rsid w:val="00403A0D"/>
    <w:rsid w:val="00427243"/>
    <w:rsid w:val="004C71A4"/>
    <w:rsid w:val="004E413A"/>
    <w:rsid w:val="004E4E6F"/>
    <w:rsid w:val="00512394"/>
    <w:rsid w:val="005362D3"/>
    <w:rsid w:val="0056537A"/>
    <w:rsid w:val="005818D9"/>
    <w:rsid w:val="005908A6"/>
    <w:rsid w:val="00591AD4"/>
    <w:rsid w:val="00592F55"/>
    <w:rsid w:val="0059648F"/>
    <w:rsid w:val="005A3960"/>
    <w:rsid w:val="005D2155"/>
    <w:rsid w:val="005F2324"/>
    <w:rsid w:val="005F6D75"/>
    <w:rsid w:val="00630E3A"/>
    <w:rsid w:val="00630FE6"/>
    <w:rsid w:val="00683DDA"/>
    <w:rsid w:val="006A4737"/>
    <w:rsid w:val="006B302B"/>
    <w:rsid w:val="006B6031"/>
    <w:rsid w:val="006B7217"/>
    <w:rsid w:val="00704E29"/>
    <w:rsid w:val="00706059"/>
    <w:rsid w:val="00726D59"/>
    <w:rsid w:val="00732B94"/>
    <w:rsid w:val="0073604D"/>
    <w:rsid w:val="00741290"/>
    <w:rsid w:val="007418CF"/>
    <w:rsid w:val="00752417"/>
    <w:rsid w:val="007540EF"/>
    <w:rsid w:val="00793F2B"/>
    <w:rsid w:val="00794988"/>
    <w:rsid w:val="00797FFC"/>
    <w:rsid w:val="007A65BF"/>
    <w:rsid w:val="007B7D46"/>
    <w:rsid w:val="007C2B85"/>
    <w:rsid w:val="007D0916"/>
    <w:rsid w:val="00817220"/>
    <w:rsid w:val="00847DBF"/>
    <w:rsid w:val="0086008E"/>
    <w:rsid w:val="00864AF6"/>
    <w:rsid w:val="0087605A"/>
    <w:rsid w:val="00886F96"/>
    <w:rsid w:val="008904D5"/>
    <w:rsid w:val="008C3C93"/>
    <w:rsid w:val="008C6B3D"/>
    <w:rsid w:val="008E5401"/>
    <w:rsid w:val="008E70CC"/>
    <w:rsid w:val="0091421C"/>
    <w:rsid w:val="009321EA"/>
    <w:rsid w:val="0094629A"/>
    <w:rsid w:val="00961143"/>
    <w:rsid w:val="00964EAF"/>
    <w:rsid w:val="00981482"/>
    <w:rsid w:val="00992BDC"/>
    <w:rsid w:val="009A062B"/>
    <w:rsid w:val="009B3BAA"/>
    <w:rsid w:val="009B60A8"/>
    <w:rsid w:val="009D46DA"/>
    <w:rsid w:val="009F0A29"/>
    <w:rsid w:val="00A17FC8"/>
    <w:rsid w:val="00A451B1"/>
    <w:rsid w:val="00A73758"/>
    <w:rsid w:val="00A739FE"/>
    <w:rsid w:val="00A769F9"/>
    <w:rsid w:val="00AD525E"/>
    <w:rsid w:val="00AD5E4E"/>
    <w:rsid w:val="00B11900"/>
    <w:rsid w:val="00B138F3"/>
    <w:rsid w:val="00B17305"/>
    <w:rsid w:val="00B4513B"/>
    <w:rsid w:val="00B804D9"/>
    <w:rsid w:val="00B93149"/>
    <w:rsid w:val="00B9661C"/>
    <w:rsid w:val="00BA025D"/>
    <w:rsid w:val="00BA3B3A"/>
    <w:rsid w:val="00BA76BB"/>
    <w:rsid w:val="00BB68A6"/>
    <w:rsid w:val="00BC2C51"/>
    <w:rsid w:val="00BC3C52"/>
    <w:rsid w:val="00BC65C1"/>
    <w:rsid w:val="00BF3B8C"/>
    <w:rsid w:val="00C2456B"/>
    <w:rsid w:val="00C31894"/>
    <w:rsid w:val="00C31BD1"/>
    <w:rsid w:val="00C31C79"/>
    <w:rsid w:val="00C46E18"/>
    <w:rsid w:val="00CA2352"/>
    <w:rsid w:val="00CB1AD9"/>
    <w:rsid w:val="00CC35D5"/>
    <w:rsid w:val="00CC5E4B"/>
    <w:rsid w:val="00CD001B"/>
    <w:rsid w:val="00CD0B76"/>
    <w:rsid w:val="00CD4A3B"/>
    <w:rsid w:val="00CD5012"/>
    <w:rsid w:val="00CE0349"/>
    <w:rsid w:val="00D02FED"/>
    <w:rsid w:val="00D05DAD"/>
    <w:rsid w:val="00D26D9F"/>
    <w:rsid w:val="00D454BA"/>
    <w:rsid w:val="00D66362"/>
    <w:rsid w:val="00D67E95"/>
    <w:rsid w:val="00D7736A"/>
    <w:rsid w:val="00DA698C"/>
    <w:rsid w:val="00DA7BC7"/>
    <w:rsid w:val="00DB0A49"/>
    <w:rsid w:val="00DC26F8"/>
    <w:rsid w:val="00DF3282"/>
    <w:rsid w:val="00DF567A"/>
    <w:rsid w:val="00DF795D"/>
    <w:rsid w:val="00E055E9"/>
    <w:rsid w:val="00E05BE9"/>
    <w:rsid w:val="00E42687"/>
    <w:rsid w:val="00E63A18"/>
    <w:rsid w:val="00E709D3"/>
    <w:rsid w:val="00EC4487"/>
    <w:rsid w:val="00ED03C1"/>
    <w:rsid w:val="00ED62DC"/>
    <w:rsid w:val="00EE2FAE"/>
    <w:rsid w:val="00EE480B"/>
    <w:rsid w:val="00EF6ACB"/>
    <w:rsid w:val="00F25044"/>
    <w:rsid w:val="00F424C5"/>
    <w:rsid w:val="00F45010"/>
    <w:rsid w:val="00F6478C"/>
    <w:rsid w:val="00F67634"/>
    <w:rsid w:val="00F67D30"/>
    <w:rsid w:val="00F7091B"/>
    <w:rsid w:val="00F7293D"/>
    <w:rsid w:val="00FA0A8B"/>
    <w:rsid w:val="00FB16EC"/>
    <w:rsid w:val="00FD63C1"/>
    <w:rsid w:val="00FE26A6"/>
    <w:rsid w:val="00FE5780"/>
    <w:rsid w:val="00FF7853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52E"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paragraph" w:styleId="6">
    <w:name w:val="heading 6"/>
    <w:basedOn w:val="a"/>
    <w:next w:val="a"/>
    <w:link w:val="60"/>
    <w:semiHidden/>
    <w:unhideWhenUsed/>
    <w:qFormat/>
    <w:rsid w:val="0007352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F7091B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0735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9B3BAA"/>
    <w:pPr>
      <w:widowControl w:val="0"/>
      <w:ind w:firstLine="720"/>
    </w:pPr>
    <w:rPr>
      <w:rFonts w:ascii="Arial" w:hAnsi="Arial"/>
    </w:rPr>
  </w:style>
  <w:style w:type="character" w:styleId="a5">
    <w:name w:val="Hyperlink"/>
    <w:basedOn w:val="a0"/>
    <w:rsid w:val="002776BD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591AD4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591AD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52E"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paragraph" w:styleId="6">
    <w:name w:val="heading 6"/>
    <w:basedOn w:val="a"/>
    <w:next w:val="a"/>
    <w:link w:val="60"/>
    <w:semiHidden/>
    <w:unhideWhenUsed/>
    <w:qFormat/>
    <w:rsid w:val="0007352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F7091B"/>
    <w:pPr>
      <w:ind w:left="720"/>
      <w:contextualSpacing/>
    </w:pPr>
  </w:style>
  <w:style w:type="character" w:customStyle="1" w:styleId="60">
    <w:name w:val="Заголовок 6 Знак"/>
    <w:basedOn w:val="a0"/>
    <w:link w:val="6"/>
    <w:semiHidden/>
    <w:rsid w:val="000735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9B3BAA"/>
    <w:pPr>
      <w:widowControl w:val="0"/>
      <w:ind w:firstLine="720"/>
    </w:pPr>
    <w:rPr>
      <w:rFonts w:ascii="Arial" w:hAnsi="Arial"/>
    </w:rPr>
  </w:style>
  <w:style w:type="character" w:styleId="a5">
    <w:name w:val="Hyperlink"/>
    <w:basedOn w:val="a0"/>
    <w:rsid w:val="002776BD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591AD4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591A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784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Строительный</cp:lastModifiedBy>
  <cp:revision>67</cp:revision>
  <cp:lastPrinted>2023-03-22T09:35:00Z</cp:lastPrinted>
  <dcterms:created xsi:type="dcterms:W3CDTF">2020-11-26T13:14:00Z</dcterms:created>
  <dcterms:modified xsi:type="dcterms:W3CDTF">2023-03-23T09:22:00Z</dcterms:modified>
</cp:coreProperties>
</file>